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C8759" w14:textId="3A1A8F67" w:rsidR="00386589" w:rsidRPr="00AF7670" w:rsidRDefault="00FA4F7C" w:rsidP="00AF7670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AF7670">
        <w:rPr>
          <w:rFonts w:ascii="Arial" w:hAnsi="Arial" w:cs="Arial"/>
          <w:b/>
          <w:sz w:val="20"/>
          <w:szCs w:val="20"/>
          <w:u w:val="single"/>
        </w:rPr>
        <w:t>Newsletter</w:t>
      </w:r>
      <w:r w:rsidR="000F7F63" w:rsidRPr="00AF7670">
        <w:rPr>
          <w:rFonts w:ascii="Arial" w:hAnsi="Arial" w:cs="Arial"/>
          <w:b/>
          <w:sz w:val="20"/>
          <w:szCs w:val="20"/>
          <w:u w:val="single"/>
        </w:rPr>
        <w:t xml:space="preserve"> Textbaustein</w:t>
      </w:r>
    </w:p>
    <w:p w14:paraId="1DD17C98" w14:textId="014ECF2E" w:rsidR="00813312" w:rsidRPr="00AF7670" w:rsidRDefault="00813312" w:rsidP="0046681F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Unter dem Motto „Welten verbinden“ treffen sich vom 14. bis 17. Mai 2024 Hersteller, Händler und Leistungserbringer im Bereich der modernen Hilfsmittelversorgung zur </w:t>
      </w:r>
      <w:proofErr w:type="spellStart"/>
      <w:r w:rsidRPr="00AF7670">
        <w:rPr>
          <w:rFonts w:ascii="Arial" w:hAnsi="Arial" w:cs="Arial"/>
          <w:b/>
          <w:sz w:val="20"/>
          <w:szCs w:val="20"/>
        </w:rPr>
        <w:t>OTWorld</w:t>
      </w:r>
      <w:proofErr w:type="spellEnd"/>
      <w:r w:rsidRPr="00AF7670">
        <w:rPr>
          <w:rFonts w:ascii="Arial" w:hAnsi="Arial" w:cs="Arial"/>
          <w:sz w:val="20"/>
          <w:szCs w:val="20"/>
        </w:rPr>
        <w:t xml:space="preserve"> in Leipzig. Der größte und international führende Treffpunkt der Hilfsmittelversorgung verbindet als einzigartige Kombination aus </w:t>
      </w:r>
      <w:r w:rsidRPr="00AF7670">
        <w:rPr>
          <w:rFonts w:ascii="Arial" w:hAnsi="Arial" w:cs="Arial"/>
          <w:b/>
          <w:sz w:val="20"/>
          <w:szCs w:val="20"/>
        </w:rPr>
        <w:t>Weltkongress</w:t>
      </w:r>
      <w:r w:rsidRPr="00AF7670">
        <w:rPr>
          <w:rFonts w:ascii="Arial" w:hAnsi="Arial" w:cs="Arial"/>
          <w:sz w:val="20"/>
          <w:szCs w:val="20"/>
        </w:rPr>
        <w:t xml:space="preserve"> und </w:t>
      </w:r>
      <w:r w:rsidRPr="00AF7670">
        <w:rPr>
          <w:rFonts w:ascii="Arial" w:hAnsi="Arial" w:cs="Arial"/>
          <w:b/>
          <w:sz w:val="20"/>
          <w:szCs w:val="20"/>
        </w:rPr>
        <w:t>Weltleitmesse</w:t>
      </w:r>
      <w:r w:rsidRPr="00AF7670">
        <w:rPr>
          <w:rFonts w:ascii="Arial" w:hAnsi="Arial" w:cs="Arial"/>
          <w:sz w:val="20"/>
          <w:szCs w:val="20"/>
        </w:rPr>
        <w:t xml:space="preserve"> die maßgeblichen Experten aus Handwerk, Medizin und Therapie, die an der Schnittstelle </w:t>
      </w:r>
      <w:proofErr w:type="gramStart"/>
      <w:r w:rsidRPr="00AF7670">
        <w:rPr>
          <w:rFonts w:ascii="Arial" w:hAnsi="Arial" w:cs="Arial"/>
          <w:sz w:val="20"/>
          <w:szCs w:val="20"/>
        </w:rPr>
        <w:t>von Mensch</w:t>
      </w:r>
      <w:proofErr w:type="gramEnd"/>
      <w:r w:rsidRPr="00AF7670">
        <w:rPr>
          <w:rFonts w:ascii="Arial" w:hAnsi="Arial" w:cs="Arial"/>
          <w:sz w:val="20"/>
          <w:szCs w:val="20"/>
        </w:rPr>
        <w:t xml:space="preserve"> und Technik versorgen.</w:t>
      </w:r>
    </w:p>
    <w:p w14:paraId="4DDC2361" w14:textId="1AA19AF5" w:rsidR="00BC4A6E" w:rsidRPr="00AF7670" w:rsidRDefault="00997321" w:rsidP="0046681F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Der Weltkongress </w:t>
      </w:r>
      <w:r w:rsidR="00813312" w:rsidRPr="00AF7670">
        <w:rPr>
          <w:rFonts w:ascii="Arial" w:hAnsi="Arial" w:cs="Arial"/>
          <w:sz w:val="20"/>
          <w:szCs w:val="20"/>
        </w:rPr>
        <w:t xml:space="preserve">bietet eine breite Palette an </w:t>
      </w:r>
      <w:r w:rsidR="00813312" w:rsidRPr="00AF7670">
        <w:rPr>
          <w:rFonts w:ascii="Arial" w:hAnsi="Arial" w:cs="Arial"/>
          <w:b/>
          <w:sz w:val="20"/>
          <w:szCs w:val="20"/>
        </w:rPr>
        <w:t>Fortbildungsmöglichkeiten für alle Berufsgruppen</w:t>
      </w:r>
      <w:r w:rsidR="00813312" w:rsidRPr="00AF7670">
        <w:rPr>
          <w:rFonts w:ascii="Arial" w:hAnsi="Arial" w:cs="Arial"/>
          <w:sz w:val="20"/>
          <w:szCs w:val="20"/>
        </w:rPr>
        <w:t xml:space="preserve"> der Hilfsmittelversorgung</w:t>
      </w:r>
      <w:r w:rsidR="00B05C10" w:rsidRPr="00AF7670">
        <w:rPr>
          <w:rFonts w:ascii="Arial" w:hAnsi="Arial" w:cs="Arial"/>
          <w:sz w:val="20"/>
          <w:szCs w:val="20"/>
        </w:rPr>
        <w:t>. Ob Orthopädietechniker, Orthopädieschuhtechniker</w:t>
      </w:r>
      <w:r w:rsidR="00FA0E5D" w:rsidRPr="00AF7670">
        <w:rPr>
          <w:rFonts w:ascii="Arial" w:hAnsi="Arial" w:cs="Arial"/>
          <w:sz w:val="20"/>
          <w:szCs w:val="20"/>
        </w:rPr>
        <w:t>,</w:t>
      </w:r>
      <w:r w:rsidR="00813312" w:rsidRPr="00AF7670">
        <w:rPr>
          <w:rFonts w:ascii="Arial" w:hAnsi="Arial" w:cs="Arial"/>
          <w:sz w:val="20"/>
          <w:szCs w:val="20"/>
        </w:rPr>
        <w:t xml:space="preserve"> </w:t>
      </w:r>
      <w:r w:rsidR="00BC4A6E" w:rsidRPr="00AF7670">
        <w:rPr>
          <w:rFonts w:ascii="Arial" w:hAnsi="Arial" w:cs="Arial"/>
          <w:sz w:val="20"/>
          <w:szCs w:val="20"/>
        </w:rPr>
        <w:t>Physiotherapeut, Arzt oder Mitarbeiter im Sanitätsfachhandel</w:t>
      </w:r>
      <w:r w:rsidR="00B05C10" w:rsidRPr="00AF7670">
        <w:rPr>
          <w:rFonts w:ascii="Arial" w:hAnsi="Arial" w:cs="Arial"/>
          <w:sz w:val="20"/>
          <w:szCs w:val="20"/>
        </w:rPr>
        <w:t xml:space="preserve"> - d</w:t>
      </w:r>
      <w:r w:rsidR="00BC4A6E" w:rsidRPr="00AF7670">
        <w:rPr>
          <w:rFonts w:ascii="Arial" w:hAnsi="Arial" w:cs="Arial"/>
          <w:sz w:val="20"/>
          <w:szCs w:val="20"/>
        </w:rPr>
        <w:t>as Kongressprogramm hält maßgeschneiderte Fortbildungsangebote</w:t>
      </w:r>
      <w:r w:rsidR="00FA0E5D" w:rsidRPr="00AF7670">
        <w:rPr>
          <w:rFonts w:ascii="Arial" w:hAnsi="Arial" w:cs="Arial"/>
          <w:sz w:val="20"/>
          <w:szCs w:val="20"/>
        </w:rPr>
        <w:t xml:space="preserve"> für jeden</w:t>
      </w:r>
      <w:r w:rsidR="00BC4A6E" w:rsidRPr="00AF7670">
        <w:rPr>
          <w:rFonts w:ascii="Arial" w:hAnsi="Arial" w:cs="Arial"/>
          <w:sz w:val="20"/>
          <w:szCs w:val="20"/>
        </w:rPr>
        <w:t xml:space="preserve"> bereit.</w:t>
      </w:r>
      <w:r w:rsidR="00FA0E5D" w:rsidRPr="00AF7670">
        <w:rPr>
          <w:rFonts w:ascii="Arial" w:hAnsi="Arial" w:cs="Arial"/>
          <w:sz w:val="20"/>
          <w:szCs w:val="20"/>
        </w:rPr>
        <w:t xml:space="preserve"> Neu im Programm des Weltkongresses sind vielfältige Workshops mit hohem Praxisbezug für den beruflichen Alltag.</w:t>
      </w:r>
    </w:p>
    <w:p w14:paraId="087207DC" w14:textId="4400BDB8" w:rsidR="00684D59" w:rsidRPr="00AF7670" w:rsidRDefault="00684D59" w:rsidP="00BC4A6E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Die Weltleitmesse ist die </w:t>
      </w:r>
      <w:r w:rsidRPr="00AF7670">
        <w:rPr>
          <w:rFonts w:ascii="Arial" w:hAnsi="Arial" w:cs="Arial"/>
          <w:b/>
          <w:sz w:val="20"/>
          <w:szCs w:val="20"/>
        </w:rPr>
        <w:t>wichtigste Innovationsschau und Netzwerkplattform der Branche</w:t>
      </w:r>
      <w:r w:rsidRPr="00AF7670">
        <w:rPr>
          <w:rFonts w:ascii="Arial" w:hAnsi="Arial" w:cs="Arial"/>
          <w:sz w:val="20"/>
          <w:szCs w:val="20"/>
        </w:rPr>
        <w:t xml:space="preserve">. Von Hightech-Prothetik und -Orthetik über Orthopädieschuhtechnik, Rehabilitation und Kompressionstherapie bis hin zu 3D-Druck zeigen mehr als 400 Aussteller aus der ganzen Welt in neun Versorgungsbereichen Produktneuheiten und Versorgungskonzepte. </w:t>
      </w:r>
    </w:p>
    <w:p w14:paraId="4F1C5CB0" w14:textId="4133E9DB" w:rsidR="00BC4A6E" w:rsidRPr="00AF7670" w:rsidRDefault="00BC4A6E" w:rsidP="00101029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Freuen Sie sich auf ein </w:t>
      </w:r>
      <w:r w:rsidR="00B04A01" w:rsidRPr="00AF7670">
        <w:rPr>
          <w:rFonts w:ascii="Arial" w:hAnsi="Arial" w:cs="Arial"/>
          <w:sz w:val="20"/>
          <w:szCs w:val="20"/>
        </w:rPr>
        <w:t>Wiedersehen mit Kollegen, Partnern und Freunden</w:t>
      </w:r>
      <w:r w:rsidR="0046681F" w:rsidRPr="00AF7670">
        <w:rPr>
          <w:rFonts w:ascii="Arial" w:hAnsi="Arial" w:cs="Arial"/>
          <w:sz w:val="20"/>
          <w:szCs w:val="20"/>
        </w:rPr>
        <w:t xml:space="preserve"> aus der ganzen Welt</w:t>
      </w:r>
      <w:r w:rsidR="00B04A01" w:rsidRPr="00AF7670">
        <w:rPr>
          <w:rFonts w:ascii="Arial" w:hAnsi="Arial" w:cs="Arial"/>
          <w:sz w:val="20"/>
          <w:szCs w:val="20"/>
        </w:rPr>
        <w:t>.</w:t>
      </w:r>
      <w:r w:rsidR="00D9723A" w:rsidRPr="00AF7670">
        <w:rPr>
          <w:rFonts w:ascii="Arial" w:hAnsi="Arial" w:cs="Arial"/>
          <w:sz w:val="20"/>
          <w:szCs w:val="20"/>
        </w:rPr>
        <w:t xml:space="preserve"> </w:t>
      </w:r>
      <w:r w:rsidR="00AF7670" w:rsidRPr="00AF7670">
        <w:rPr>
          <w:rFonts w:ascii="Arial" w:hAnsi="Arial" w:cs="Arial"/>
          <w:sz w:val="20"/>
          <w:szCs w:val="20"/>
        </w:rPr>
        <w:t xml:space="preserve">Informationen zur </w:t>
      </w:r>
      <w:proofErr w:type="spellStart"/>
      <w:r w:rsidR="00AF7670" w:rsidRPr="00AF7670">
        <w:rPr>
          <w:rFonts w:ascii="Arial" w:hAnsi="Arial" w:cs="Arial"/>
          <w:sz w:val="20"/>
          <w:szCs w:val="20"/>
        </w:rPr>
        <w:t>OTWorld</w:t>
      </w:r>
      <w:proofErr w:type="spellEnd"/>
      <w:r w:rsidR="00AF7670" w:rsidRPr="00AF7670">
        <w:rPr>
          <w:rFonts w:ascii="Arial" w:hAnsi="Arial" w:cs="Arial"/>
          <w:sz w:val="20"/>
          <w:szCs w:val="20"/>
        </w:rPr>
        <w:t xml:space="preserve"> 2024 finden Sie auf: </w:t>
      </w:r>
      <w:hyperlink r:id="rId7" w:history="1">
        <w:r w:rsidR="00AF7670" w:rsidRPr="00AF7670">
          <w:rPr>
            <w:rStyle w:val="Hyperlink"/>
            <w:rFonts w:ascii="Arial" w:hAnsi="Arial" w:cs="Arial"/>
            <w:sz w:val="20"/>
            <w:szCs w:val="20"/>
          </w:rPr>
          <w:t>www.ot-world.com</w:t>
        </w:r>
      </w:hyperlink>
      <w:r w:rsidR="00AF7670" w:rsidRPr="00AF7670">
        <w:rPr>
          <w:rFonts w:ascii="Arial" w:hAnsi="Arial" w:cs="Arial"/>
          <w:sz w:val="20"/>
          <w:szCs w:val="20"/>
        </w:rPr>
        <w:t>.</w:t>
      </w:r>
    </w:p>
    <w:p w14:paraId="3AC96922" w14:textId="13CEBED1" w:rsidR="00101029" w:rsidRPr="00AF7670" w:rsidRDefault="00A70167" w:rsidP="00101029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Wir gehören zu </w:t>
      </w:r>
      <w:r w:rsidR="00101029" w:rsidRPr="00AF7670">
        <w:rPr>
          <w:rFonts w:ascii="Arial" w:hAnsi="Arial" w:cs="Arial"/>
          <w:sz w:val="20"/>
          <w:szCs w:val="20"/>
        </w:rPr>
        <w:t xml:space="preserve">den </w:t>
      </w:r>
      <w:proofErr w:type="spellStart"/>
      <w:r w:rsidR="00101029" w:rsidRPr="00AF7670">
        <w:rPr>
          <w:rFonts w:ascii="Arial" w:hAnsi="Arial" w:cs="Arial"/>
          <w:b/>
          <w:i/>
          <w:sz w:val="20"/>
          <w:szCs w:val="20"/>
        </w:rPr>
        <w:t>OTWorld.friends</w:t>
      </w:r>
      <w:proofErr w:type="spellEnd"/>
      <w:r w:rsidRPr="00AF7670">
        <w:rPr>
          <w:rFonts w:ascii="Arial" w:hAnsi="Arial" w:cs="Arial"/>
          <w:i/>
          <w:sz w:val="20"/>
          <w:szCs w:val="20"/>
        </w:rPr>
        <w:t>,</w:t>
      </w:r>
      <w:r w:rsidR="00101029" w:rsidRPr="00AF7670">
        <w:rPr>
          <w:rFonts w:ascii="Arial" w:hAnsi="Arial" w:cs="Arial"/>
          <w:sz w:val="20"/>
          <w:szCs w:val="20"/>
        </w:rPr>
        <w:t xml:space="preserve"> </w:t>
      </w:r>
      <w:r w:rsidRPr="00AF7670">
        <w:rPr>
          <w:rFonts w:ascii="Arial" w:hAnsi="Arial" w:cs="Arial"/>
          <w:sz w:val="20"/>
          <w:szCs w:val="20"/>
        </w:rPr>
        <w:t xml:space="preserve">einem </w:t>
      </w:r>
      <w:r w:rsidR="00101029" w:rsidRPr="00AF7670">
        <w:rPr>
          <w:rFonts w:ascii="Arial" w:hAnsi="Arial" w:cs="Arial"/>
          <w:sz w:val="20"/>
          <w:szCs w:val="20"/>
        </w:rPr>
        <w:t xml:space="preserve">Netzwerk aus Verbänden und Fachgesellschaften in der ganzen Welt, die den Wissenstransfer der </w:t>
      </w:r>
      <w:proofErr w:type="spellStart"/>
      <w:r w:rsidR="00101029" w:rsidRPr="00AF7670">
        <w:rPr>
          <w:rFonts w:ascii="Arial" w:hAnsi="Arial" w:cs="Arial"/>
          <w:sz w:val="20"/>
          <w:szCs w:val="20"/>
        </w:rPr>
        <w:t>OTWorld</w:t>
      </w:r>
      <w:proofErr w:type="spellEnd"/>
      <w:r w:rsidR="00101029" w:rsidRPr="00AF7670">
        <w:rPr>
          <w:rFonts w:ascii="Arial" w:hAnsi="Arial" w:cs="Arial"/>
          <w:sz w:val="20"/>
          <w:szCs w:val="20"/>
        </w:rPr>
        <w:t xml:space="preserve"> unterstützen.</w:t>
      </w:r>
    </w:p>
    <w:p w14:paraId="25CF3D76" w14:textId="43533F47" w:rsidR="00184605" w:rsidRPr="00AF7670" w:rsidRDefault="00FA4F7C" w:rsidP="00AF7670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AF7670">
        <w:rPr>
          <w:rFonts w:ascii="Arial" w:hAnsi="Arial" w:cs="Arial"/>
          <w:b/>
          <w:sz w:val="20"/>
          <w:szCs w:val="20"/>
          <w:u w:val="single"/>
        </w:rPr>
        <w:t>News</w:t>
      </w:r>
    </w:p>
    <w:p w14:paraId="6BAF6CD8" w14:textId="1DA9D932" w:rsidR="00FA4F7C" w:rsidRPr="00AF7670" w:rsidRDefault="00FA4F7C" w:rsidP="00FF24D5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Regelmäßig posten wir Neuigkeiten auf unserer Website. </w:t>
      </w:r>
      <w:r w:rsidR="000F7F63" w:rsidRPr="00AF7670">
        <w:rPr>
          <w:rFonts w:ascii="Arial" w:hAnsi="Arial" w:cs="Arial"/>
          <w:sz w:val="20"/>
          <w:szCs w:val="20"/>
        </w:rPr>
        <w:t>D</w:t>
      </w:r>
      <w:r w:rsidRPr="00AF7670">
        <w:rPr>
          <w:rFonts w:ascii="Arial" w:hAnsi="Arial" w:cs="Arial"/>
          <w:sz w:val="20"/>
          <w:szCs w:val="20"/>
        </w:rPr>
        <w:t xml:space="preserve">iese können Sie </w:t>
      </w:r>
      <w:r w:rsidR="000F7F63" w:rsidRPr="00AF7670">
        <w:rPr>
          <w:rFonts w:ascii="Arial" w:hAnsi="Arial" w:cs="Arial"/>
          <w:sz w:val="20"/>
          <w:szCs w:val="20"/>
        </w:rPr>
        <w:t>gern</w:t>
      </w:r>
      <w:r w:rsidRPr="00AF7670">
        <w:rPr>
          <w:rFonts w:ascii="Arial" w:hAnsi="Arial" w:cs="Arial"/>
          <w:sz w:val="20"/>
          <w:szCs w:val="20"/>
        </w:rPr>
        <w:t xml:space="preserve"> an </w:t>
      </w:r>
      <w:r w:rsidR="00A70167" w:rsidRPr="00AF7670">
        <w:rPr>
          <w:rFonts w:ascii="Arial" w:hAnsi="Arial" w:cs="Arial"/>
          <w:sz w:val="20"/>
          <w:szCs w:val="20"/>
        </w:rPr>
        <w:t>I</w:t>
      </w:r>
      <w:r w:rsidRPr="00AF7670">
        <w:rPr>
          <w:rFonts w:ascii="Arial" w:hAnsi="Arial" w:cs="Arial"/>
          <w:sz w:val="20"/>
          <w:szCs w:val="20"/>
        </w:rPr>
        <w:t>hr</w:t>
      </w:r>
      <w:r w:rsidR="00A70167" w:rsidRPr="00AF7670">
        <w:rPr>
          <w:rFonts w:ascii="Arial" w:hAnsi="Arial" w:cs="Arial"/>
          <w:sz w:val="20"/>
          <w:szCs w:val="20"/>
        </w:rPr>
        <w:t>e</w:t>
      </w:r>
      <w:r w:rsidRPr="00AF7670">
        <w:rPr>
          <w:rFonts w:ascii="Arial" w:hAnsi="Arial" w:cs="Arial"/>
          <w:sz w:val="20"/>
          <w:szCs w:val="20"/>
        </w:rPr>
        <w:t xml:space="preserve"> Netzwerke weitergeben</w:t>
      </w:r>
      <w:r w:rsidR="000F7F63" w:rsidRPr="00AF7670">
        <w:rPr>
          <w:rFonts w:ascii="Arial" w:hAnsi="Arial" w:cs="Arial"/>
          <w:sz w:val="20"/>
          <w:szCs w:val="20"/>
        </w:rPr>
        <w:t>. Alle News finden Sie auf</w:t>
      </w:r>
      <w:r w:rsidRPr="00AF7670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="00333D3F" w:rsidRPr="00AF7670">
          <w:rPr>
            <w:rStyle w:val="Hyperlink"/>
            <w:rFonts w:ascii="Arial" w:hAnsi="Arial" w:cs="Arial"/>
            <w:sz w:val="20"/>
            <w:szCs w:val="20"/>
          </w:rPr>
          <w:t>https://www.ot-world.com/de/teilnahme-planung/fuer-journalisten/news/news</w:t>
        </w:r>
      </w:hyperlink>
    </w:p>
    <w:p w14:paraId="3C3DA931" w14:textId="15B62A45" w:rsidR="00333D3F" w:rsidRPr="00AF7670" w:rsidRDefault="00333D3F" w:rsidP="00AF7670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AF7670">
        <w:rPr>
          <w:rFonts w:ascii="Arial" w:hAnsi="Arial" w:cs="Arial"/>
          <w:b/>
          <w:sz w:val="20"/>
          <w:szCs w:val="20"/>
          <w:u w:val="single"/>
        </w:rPr>
        <w:t xml:space="preserve">Versand </w:t>
      </w:r>
      <w:proofErr w:type="spellStart"/>
      <w:r w:rsidRPr="00AF7670">
        <w:rPr>
          <w:rFonts w:ascii="Arial" w:hAnsi="Arial" w:cs="Arial"/>
          <w:b/>
          <w:sz w:val="20"/>
          <w:szCs w:val="20"/>
          <w:u w:val="single"/>
        </w:rPr>
        <w:t>OTWorld</w:t>
      </w:r>
      <w:proofErr w:type="spellEnd"/>
      <w:r w:rsidRPr="00AF7670">
        <w:rPr>
          <w:rFonts w:ascii="Arial" w:hAnsi="Arial" w:cs="Arial"/>
          <w:b/>
          <w:sz w:val="20"/>
          <w:szCs w:val="20"/>
          <w:u w:val="single"/>
        </w:rPr>
        <w:t xml:space="preserve"> Besucherinformation per E-Mail</w:t>
      </w:r>
    </w:p>
    <w:p w14:paraId="7F3272A6" w14:textId="380E3984" w:rsidR="00333D3F" w:rsidRDefault="00333D3F" w:rsidP="00FF24D5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Verfassen Sie gern </w:t>
      </w:r>
      <w:r w:rsidR="007A6F79">
        <w:rPr>
          <w:rFonts w:ascii="Arial" w:hAnsi="Arial" w:cs="Arial"/>
          <w:sz w:val="20"/>
          <w:szCs w:val="20"/>
        </w:rPr>
        <w:t>I</w:t>
      </w:r>
      <w:r w:rsidRPr="00AF7670">
        <w:rPr>
          <w:rFonts w:ascii="Arial" w:hAnsi="Arial" w:cs="Arial"/>
          <w:sz w:val="20"/>
          <w:szCs w:val="20"/>
        </w:rPr>
        <w:t>hren eigenen Einladungstext und verlinken Sie zu</w:t>
      </w:r>
      <w:r w:rsidR="008E12F6">
        <w:rPr>
          <w:rFonts w:ascii="Arial" w:hAnsi="Arial" w:cs="Arial"/>
          <w:sz w:val="20"/>
          <w:szCs w:val="20"/>
        </w:rPr>
        <w:t xml:space="preserve">r </w:t>
      </w:r>
      <w:proofErr w:type="spellStart"/>
      <w:r w:rsidR="008E12F6">
        <w:rPr>
          <w:rFonts w:ascii="Arial" w:hAnsi="Arial" w:cs="Arial"/>
          <w:sz w:val="20"/>
          <w:szCs w:val="20"/>
        </w:rPr>
        <w:t>OTWorld</w:t>
      </w:r>
      <w:proofErr w:type="spellEnd"/>
      <w:r w:rsidR="008E12F6">
        <w:rPr>
          <w:rFonts w:ascii="Arial" w:hAnsi="Arial" w:cs="Arial"/>
          <w:sz w:val="20"/>
          <w:szCs w:val="20"/>
        </w:rPr>
        <w:t xml:space="preserve"> 2024</w:t>
      </w:r>
      <w:r w:rsidRPr="00AF7670">
        <w:rPr>
          <w:rFonts w:ascii="Arial" w:hAnsi="Arial" w:cs="Arial"/>
          <w:sz w:val="20"/>
          <w:szCs w:val="20"/>
        </w:rPr>
        <w:t xml:space="preserve"> Besucherinformation</w:t>
      </w:r>
      <w:r w:rsidR="00363744">
        <w:rPr>
          <w:rFonts w:ascii="Arial" w:hAnsi="Arial" w:cs="Arial"/>
          <w:sz w:val="20"/>
          <w:szCs w:val="20"/>
        </w:rPr>
        <w:t xml:space="preserve"> (PDF) auf</w:t>
      </w:r>
      <w:r w:rsidRPr="00AF7670">
        <w:rPr>
          <w:rFonts w:ascii="Arial" w:hAnsi="Arial" w:cs="Arial"/>
          <w:sz w:val="20"/>
          <w:szCs w:val="20"/>
        </w:rPr>
        <w:t>:</w:t>
      </w:r>
      <w:r w:rsidR="007A6F79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9F25A3" w:rsidRPr="0067442F">
          <w:rPr>
            <w:rStyle w:val="Hyperlink"/>
            <w:rFonts w:ascii="Arial" w:hAnsi="Arial" w:cs="Arial"/>
            <w:sz w:val="20"/>
            <w:szCs w:val="20"/>
          </w:rPr>
          <w:t>https://www.ot-world.com/besucherinfo</w:t>
        </w:r>
      </w:hyperlink>
    </w:p>
    <w:p w14:paraId="58A99711" w14:textId="66C46AFA" w:rsidR="00FF24D5" w:rsidRPr="00AF7670" w:rsidRDefault="0019432A" w:rsidP="00AF7670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AF7670">
        <w:rPr>
          <w:rFonts w:ascii="Arial" w:hAnsi="Arial" w:cs="Arial"/>
          <w:b/>
          <w:sz w:val="20"/>
          <w:szCs w:val="20"/>
          <w:u w:val="single"/>
        </w:rPr>
        <w:t>Social</w:t>
      </w:r>
      <w:proofErr w:type="spellEnd"/>
      <w:r w:rsidRPr="00AF7670">
        <w:rPr>
          <w:rFonts w:ascii="Arial" w:hAnsi="Arial" w:cs="Arial"/>
          <w:b/>
          <w:sz w:val="20"/>
          <w:szCs w:val="20"/>
          <w:u w:val="single"/>
        </w:rPr>
        <w:t xml:space="preserve"> Media</w:t>
      </w:r>
      <w:r w:rsidR="00386589" w:rsidRPr="00AF7670">
        <w:rPr>
          <w:rFonts w:ascii="Arial" w:hAnsi="Arial" w:cs="Arial"/>
          <w:b/>
          <w:sz w:val="20"/>
          <w:szCs w:val="20"/>
          <w:u w:val="single"/>
        </w:rPr>
        <w:t xml:space="preserve"> Post</w:t>
      </w:r>
    </w:p>
    <w:p w14:paraId="3BA7721C" w14:textId="3765CD4F" w:rsidR="00157999" w:rsidRPr="00AF7670" w:rsidRDefault="000F7F63" w:rsidP="0019432A">
      <w:pPr>
        <w:rPr>
          <w:rFonts w:ascii="Arial" w:hAnsi="Arial" w:cs="Arial"/>
          <w:sz w:val="20"/>
          <w:szCs w:val="20"/>
        </w:rPr>
      </w:pPr>
      <w:proofErr w:type="spellStart"/>
      <w:r w:rsidRPr="00AF7670">
        <w:rPr>
          <w:rFonts w:ascii="Arial" w:hAnsi="Arial" w:cs="Arial"/>
          <w:sz w:val="20"/>
          <w:szCs w:val="20"/>
        </w:rPr>
        <w:t>OTWorld</w:t>
      </w:r>
      <w:proofErr w:type="spellEnd"/>
      <w:r w:rsidRPr="00AF7670">
        <w:rPr>
          <w:rFonts w:ascii="Arial" w:hAnsi="Arial" w:cs="Arial"/>
          <w:sz w:val="20"/>
          <w:szCs w:val="20"/>
        </w:rPr>
        <w:t xml:space="preserve"> ist aktiv auf </w:t>
      </w:r>
      <w:hyperlink r:id="rId10" w:history="1">
        <w:r w:rsidRPr="00AF7670">
          <w:rPr>
            <w:rStyle w:val="Hyperlink"/>
            <w:rFonts w:ascii="Arial" w:hAnsi="Arial" w:cs="Arial"/>
            <w:sz w:val="20"/>
            <w:szCs w:val="20"/>
          </w:rPr>
          <w:t>Instagram</w:t>
        </w:r>
      </w:hyperlink>
      <w:r w:rsidRPr="00AF7670">
        <w:rPr>
          <w:rFonts w:ascii="Arial" w:hAnsi="Arial" w:cs="Arial"/>
          <w:sz w:val="20"/>
          <w:szCs w:val="20"/>
        </w:rPr>
        <w:t xml:space="preserve"> und </w:t>
      </w:r>
      <w:hyperlink r:id="rId11" w:history="1">
        <w:r w:rsidRPr="00AF7670">
          <w:rPr>
            <w:rStyle w:val="Hyperlink"/>
            <w:rFonts w:ascii="Arial" w:hAnsi="Arial" w:cs="Arial"/>
            <w:sz w:val="20"/>
            <w:szCs w:val="20"/>
          </w:rPr>
          <w:t>LinkedIn</w:t>
        </w:r>
      </w:hyperlink>
      <w:r w:rsidRPr="00AF7670">
        <w:rPr>
          <w:rFonts w:ascii="Arial" w:hAnsi="Arial" w:cs="Arial"/>
          <w:sz w:val="20"/>
          <w:szCs w:val="20"/>
        </w:rPr>
        <w:t xml:space="preserve">. Bitte verbinden Sie sich mit uns! </w:t>
      </w:r>
      <w:r w:rsidR="00FA4F7C" w:rsidRPr="00AF7670">
        <w:rPr>
          <w:rFonts w:ascii="Arial" w:hAnsi="Arial" w:cs="Arial"/>
          <w:sz w:val="20"/>
          <w:szCs w:val="20"/>
        </w:rPr>
        <w:t xml:space="preserve">Sie sind eingeladen unsere Posts zu teilen oder eigene zu verfassen. </w:t>
      </w:r>
      <w:r w:rsidR="00157999" w:rsidRPr="00AF7670">
        <w:rPr>
          <w:rFonts w:ascii="Arial" w:hAnsi="Arial" w:cs="Arial"/>
          <w:sz w:val="20"/>
          <w:szCs w:val="20"/>
        </w:rPr>
        <w:t>Banner finden Sie in der ZIP</w:t>
      </w:r>
      <w:r w:rsidR="0020796E">
        <w:rPr>
          <w:rFonts w:ascii="Arial" w:hAnsi="Arial" w:cs="Arial"/>
          <w:sz w:val="20"/>
          <w:szCs w:val="20"/>
        </w:rPr>
        <w:t>-</w:t>
      </w:r>
      <w:bookmarkStart w:id="0" w:name="_GoBack"/>
      <w:bookmarkEnd w:id="0"/>
      <w:r w:rsidR="00157999" w:rsidRPr="00AF7670">
        <w:rPr>
          <w:rFonts w:ascii="Arial" w:hAnsi="Arial" w:cs="Arial"/>
          <w:sz w:val="20"/>
          <w:szCs w:val="20"/>
        </w:rPr>
        <w:t>Datei.</w:t>
      </w:r>
    </w:p>
    <w:p w14:paraId="1AC0B3FD" w14:textId="583509D4" w:rsidR="00285448" w:rsidRPr="00AF7670" w:rsidRDefault="00FA4F7C" w:rsidP="0019432A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>Beispiel</w:t>
      </w:r>
      <w:r w:rsidR="00157999" w:rsidRPr="00AF7670">
        <w:rPr>
          <w:rFonts w:ascii="Arial" w:hAnsi="Arial" w:cs="Arial"/>
          <w:sz w:val="20"/>
          <w:szCs w:val="20"/>
        </w:rPr>
        <w:t xml:space="preserve"> für einen Post</w:t>
      </w:r>
      <w:r w:rsidRPr="00AF7670">
        <w:rPr>
          <w:rFonts w:ascii="Arial" w:hAnsi="Arial" w:cs="Arial"/>
          <w:sz w:val="20"/>
          <w:szCs w:val="20"/>
        </w:rPr>
        <w:t>:</w:t>
      </w:r>
    </w:p>
    <w:p w14:paraId="0B95AEF4" w14:textId="45D14BF4" w:rsidR="00285448" w:rsidRPr="00AF7670" w:rsidRDefault="00AF7670" w:rsidP="0019432A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Unter dem Motto „Welten verbinden“ treffen sich vom 14. bis 17. Mai 2024 Hersteller, Händler und Leistungserbringer im Bereich der modernen Hilfsmittelversorgung zur </w:t>
      </w:r>
      <w:proofErr w:type="spellStart"/>
      <w:r w:rsidRPr="00AF7670">
        <w:rPr>
          <w:rFonts w:ascii="Arial" w:hAnsi="Arial" w:cs="Arial"/>
          <w:b/>
          <w:sz w:val="20"/>
          <w:szCs w:val="20"/>
        </w:rPr>
        <w:t>OTWorld</w:t>
      </w:r>
      <w:proofErr w:type="spellEnd"/>
      <w:r w:rsidRPr="00AF7670">
        <w:rPr>
          <w:rFonts w:ascii="Arial" w:hAnsi="Arial" w:cs="Arial"/>
          <w:sz w:val="20"/>
          <w:szCs w:val="20"/>
        </w:rPr>
        <w:t xml:space="preserve"> in Leipzig. </w:t>
      </w:r>
      <w:r w:rsidR="00C06CC6" w:rsidRPr="00AF7670">
        <w:rPr>
          <w:rFonts w:ascii="Arial" w:hAnsi="Arial" w:cs="Arial"/>
          <w:sz w:val="20"/>
          <w:szCs w:val="20"/>
        </w:rPr>
        <w:t>Wir freuen uns auf Innovationen der Branche</w:t>
      </w:r>
      <w:r w:rsidR="000F7F63" w:rsidRPr="00AF7670">
        <w:rPr>
          <w:rFonts w:ascii="Arial" w:hAnsi="Arial" w:cs="Arial"/>
          <w:sz w:val="20"/>
          <w:szCs w:val="20"/>
        </w:rPr>
        <w:t xml:space="preserve">, </w:t>
      </w:r>
      <w:r w:rsidR="00BC4A6E" w:rsidRPr="00AF7670">
        <w:rPr>
          <w:rFonts w:ascii="Arial" w:hAnsi="Arial" w:cs="Arial"/>
          <w:sz w:val="20"/>
          <w:szCs w:val="20"/>
        </w:rPr>
        <w:t xml:space="preserve">vielfältige Fortbildungsangebote </w:t>
      </w:r>
      <w:r w:rsidR="00C06CC6" w:rsidRPr="00AF7670">
        <w:rPr>
          <w:rFonts w:ascii="Arial" w:hAnsi="Arial" w:cs="Arial"/>
          <w:sz w:val="20"/>
          <w:szCs w:val="20"/>
        </w:rPr>
        <w:t>und den persönlichen Austausch mit Partnern, Kollegen und Freunden aus der ganzen Welt</w:t>
      </w:r>
      <w:r w:rsidR="00097C52" w:rsidRPr="00AF7670">
        <w:rPr>
          <w:rFonts w:ascii="Arial" w:hAnsi="Arial" w:cs="Arial"/>
          <w:sz w:val="20"/>
          <w:szCs w:val="20"/>
        </w:rPr>
        <w:t>.</w:t>
      </w:r>
    </w:p>
    <w:p w14:paraId="12E4F36B" w14:textId="00F802B1" w:rsidR="00097C52" w:rsidRPr="00AF7670" w:rsidRDefault="00097C52" w:rsidP="00097C52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 xml:space="preserve">Treffen Sie uns auf der </w:t>
      </w:r>
      <w:r w:rsidR="000D7BA8" w:rsidRPr="00AF7670">
        <w:rPr>
          <w:rFonts w:ascii="Arial" w:hAnsi="Arial" w:cs="Arial"/>
          <w:sz w:val="20"/>
          <w:szCs w:val="20"/>
        </w:rPr>
        <w:t xml:space="preserve">Gemeinschaftsfläche der </w:t>
      </w:r>
      <w:proofErr w:type="spellStart"/>
      <w:r w:rsidRPr="00AF7670">
        <w:rPr>
          <w:rFonts w:ascii="Arial" w:hAnsi="Arial" w:cs="Arial"/>
          <w:i/>
          <w:sz w:val="20"/>
          <w:szCs w:val="20"/>
        </w:rPr>
        <w:t>OTWorld.friends</w:t>
      </w:r>
      <w:proofErr w:type="spellEnd"/>
      <w:r w:rsidRPr="00AF7670">
        <w:rPr>
          <w:rFonts w:ascii="Arial" w:hAnsi="Arial" w:cs="Arial"/>
          <w:sz w:val="20"/>
          <w:szCs w:val="20"/>
        </w:rPr>
        <w:t xml:space="preserve"> in Halle 3. Wir freuen uns auf ein Wiedersehen! </w:t>
      </w:r>
    </w:p>
    <w:p w14:paraId="508336CC" w14:textId="13E7B3B1" w:rsidR="00333D3F" w:rsidRPr="00AF7670" w:rsidRDefault="00097C52" w:rsidP="0019432A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>#otworld24</w:t>
      </w:r>
    </w:p>
    <w:p w14:paraId="69670B8F" w14:textId="458BF247" w:rsidR="00021F2E" w:rsidRPr="00AF7670" w:rsidRDefault="00157999" w:rsidP="00AF7670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AF7670">
        <w:rPr>
          <w:rFonts w:ascii="Arial" w:hAnsi="Arial" w:cs="Arial"/>
          <w:b/>
          <w:sz w:val="20"/>
          <w:szCs w:val="20"/>
        </w:rPr>
        <w:t>OTWorld</w:t>
      </w:r>
      <w:proofErr w:type="spellEnd"/>
      <w:r w:rsidRPr="00AF7670">
        <w:rPr>
          <w:rFonts w:ascii="Arial" w:hAnsi="Arial" w:cs="Arial"/>
          <w:b/>
          <w:sz w:val="20"/>
          <w:szCs w:val="20"/>
        </w:rPr>
        <w:t xml:space="preserve"> auf </w:t>
      </w:r>
      <w:r w:rsidR="006E2F62" w:rsidRPr="00AF7670">
        <w:rPr>
          <w:rFonts w:ascii="Arial" w:hAnsi="Arial" w:cs="Arial"/>
          <w:b/>
          <w:sz w:val="20"/>
          <w:szCs w:val="20"/>
        </w:rPr>
        <w:t>Instagram</w:t>
      </w:r>
      <w:r w:rsidR="00333D3F" w:rsidRPr="00AF7670">
        <w:rPr>
          <w:rFonts w:ascii="Arial" w:hAnsi="Arial" w:cs="Arial"/>
          <w:b/>
          <w:sz w:val="20"/>
          <w:szCs w:val="20"/>
        </w:rPr>
        <w:t xml:space="preserve">: </w:t>
      </w:r>
      <w:hyperlink r:id="rId12" w:history="1">
        <w:r w:rsidR="00021F2E" w:rsidRPr="00AF7670">
          <w:rPr>
            <w:rStyle w:val="Hyperlink"/>
            <w:rFonts w:ascii="Arial" w:hAnsi="Arial" w:cs="Arial"/>
            <w:sz w:val="20"/>
            <w:szCs w:val="20"/>
          </w:rPr>
          <w:t>https://www.instagram.com/otworld_leipzig/</w:t>
        </w:r>
      </w:hyperlink>
    </w:p>
    <w:p w14:paraId="1B012D77" w14:textId="4B467799" w:rsidR="006E2F62" w:rsidRPr="00AF7670" w:rsidRDefault="006E2F62" w:rsidP="00AF7670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>@</w:t>
      </w:r>
      <w:proofErr w:type="spellStart"/>
      <w:r w:rsidRPr="00AF7670">
        <w:rPr>
          <w:rFonts w:ascii="Arial" w:hAnsi="Arial" w:cs="Arial"/>
          <w:sz w:val="20"/>
          <w:szCs w:val="20"/>
        </w:rPr>
        <w:t>otworld_leipzig</w:t>
      </w:r>
      <w:proofErr w:type="spellEnd"/>
    </w:p>
    <w:p w14:paraId="5DBDA302" w14:textId="24DA6D8E" w:rsidR="00021F2E" w:rsidRPr="00AF7670" w:rsidRDefault="00157999" w:rsidP="00AF7670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AF7670">
        <w:rPr>
          <w:rFonts w:ascii="Arial" w:hAnsi="Arial" w:cs="Arial"/>
          <w:b/>
          <w:sz w:val="20"/>
          <w:szCs w:val="20"/>
        </w:rPr>
        <w:t>OTWorld</w:t>
      </w:r>
      <w:proofErr w:type="spellEnd"/>
      <w:r w:rsidRPr="00AF7670">
        <w:rPr>
          <w:rFonts w:ascii="Arial" w:hAnsi="Arial" w:cs="Arial"/>
          <w:b/>
          <w:sz w:val="20"/>
          <w:szCs w:val="20"/>
        </w:rPr>
        <w:t xml:space="preserve"> auf </w:t>
      </w:r>
      <w:r w:rsidR="006E2F62" w:rsidRPr="00AF7670">
        <w:rPr>
          <w:rFonts w:ascii="Arial" w:hAnsi="Arial" w:cs="Arial"/>
          <w:b/>
          <w:sz w:val="20"/>
          <w:szCs w:val="20"/>
        </w:rPr>
        <w:t>LinkedIn</w:t>
      </w:r>
      <w:r w:rsidR="00333D3F" w:rsidRPr="00AF7670">
        <w:rPr>
          <w:rFonts w:ascii="Arial" w:hAnsi="Arial" w:cs="Arial"/>
          <w:b/>
          <w:sz w:val="20"/>
          <w:szCs w:val="20"/>
        </w:rPr>
        <w:t xml:space="preserve">: </w:t>
      </w:r>
      <w:hyperlink r:id="rId13" w:history="1">
        <w:r w:rsidRPr="00AF7670">
          <w:rPr>
            <w:rStyle w:val="Hyperlink"/>
            <w:rFonts w:ascii="Arial" w:hAnsi="Arial" w:cs="Arial"/>
            <w:sz w:val="20"/>
            <w:szCs w:val="20"/>
          </w:rPr>
          <w:t>https://www.linkedin.com/company/otworld/</w:t>
        </w:r>
      </w:hyperlink>
    </w:p>
    <w:p w14:paraId="640E53FB" w14:textId="3CBEE74C" w:rsidR="00333D3F" w:rsidRPr="00AF7670" w:rsidRDefault="006E2F62">
      <w:pPr>
        <w:rPr>
          <w:rFonts w:ascii="Arial" w:hAnsi="Arial" w:cs="Arial"/>
          <w:sz w:val="20"/>
          <w:szCs w:val="20"/>
        </w:rPr>
      </w:pPr>
      <w:r w:rsidRPr="00AF7670">
        <w:rPr>
          <w:rFonts w:ascii="Arial" w:hAnsi="Arial" w:cs="Arial"/>
          <w:sz w:val="20"/>
          <w:szCs w:val="20"/>
        </w:rPr>
        <w:t>@</w:t>
      </w:r>
      <w:proofErr w:type="spellStart"/>
      <w:r w:rsidRPr="00AF7670">
        <w:rPr>
          <w:rFonts w:ascii="Arial" w:hAnsi="Arial" w:cs="Arial"/>
          <w:sz w:val="20"/>
          <w:szCs w:val="20"/>
        </w:rPr>
        <w:t>otworld</w:t>
      </w:r>
      <w:proofErr w:type="spellEnd"/>
    </w:p>
    <w:sectPr w:rsidR="00333D3F" w:rsidRPr="00AF7670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DEB80" w14:textId="77777777" w:rsidR="009A7069" w:rsidRDefault="009A7069" w:rsidP="004E63E2">
      <w:pPr>
        <w:spacing w:after="0" w:line="240" w:lineRule="auto"/>
      </w:pPr>
      <w:r>
        <w:separator/>
      </w:r>
    </w:p>
  </w:endnote>
  <w:endnote w:type="continuationSeparator" w:id="0">
    <w:p w14:paraId="6FB5F8C1" w14:textId="77777777" w:rsidR="009A7069" w:rsidRDefault="009A7069" w:rsidP="004E6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FA8E9" w14:textId="302A5D3D" w:rsidR="00997321" w:rsidRPr="00997321" w:rsidRDefault="00333D3F" w:rsidP="00997321">
    <w:pPr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en-GB"/>
      </w:rPr>
    </w:pPr>
    <w:proofErr w:type="spellStart"/>
    <w:r w:rsidRPr="00997321">
      <w:rPr>
        <w:rFonts w:ascii="Arial" w:hAnsi="Arial" w:cs="Arial"/>
        <w:sz w:val="20"/>
        <w:szCs w:val="20"/>
        <w:lang w:val="en-GB"/>
      </w:rPr>
      <w:t>Kontakt</w:t>
    </w:r>
    <w:proofErr w:type="spellEnd"/>
    <w:r w:rsidRPr="00997321">
      <w:rPr>
        <w:rFonts w:ascii="Arial" w:hAnsi="Arial" w:cs="Arial"/>
        <w:sz w:val="20"/>
        <w:szCs w:val="20"/>
        <w:lang w:val="en-GB"/>
      </w:rPr>
      <w:t xml:space="preserve">:   Sandy </w:t>
    </w:r>
    <w:proofErr w:type="gramStart"/>
    <w:r w:rsidRPr="00997321">
      <w:rPr>
        <w:rFonts w:ascii="Arial" w:hAnsi="Arial" w:cs="Arial"/>
        <w:sz w:val="20"/>
        <w:szCs w:val="20"/>
        <w:lang w:val="en-GB"/>
      </w:rPr>
      <w:t>Becker  I</w:t>
    </w:r>
    <w:proofErr w:type="gramEnd"/>
    <w:r w:rsidRPr="00997321">
      <w:rPr>
        <w:rFonts w:ascii="Arial" w:hAnsi="Arial" w:cs="Arial"/>
        <w:sz w:val="20"/>
        <w:szCs w:val="20"/>
        <w:lang w:val="en-GB"/>
      </w:rPr>
      <w:t xml:space="preserve">  Tel.: +49 341 678-8237  I  </w:t>
    </w:r>
    <w:r w:rsidR="00997321" w:rsidRPr="00997321">
      <w:rPr>
        <w:rFonts w:ascii="Arial" w:hAnsi="Arial" w:cs="Arial"/>
        <w:sz w:val="20"/>
        <w:szCs w:val="20"/>
        <w:lang w:val="en-GB"/>
      </w:rPr>
      <w:t>s</w:t>
    </w:r>
    <w:r w:rsidR="00997321">
      <w:rPr>
        <w:rFonts w:ascii="Arial" w:hAnsi="Arial" w:cs="Arial"/>
        <w:sz w:val="20"/>
        <w:szCs w:val="20"/>
        <w:lang w:val="en-GB"/>
      </w:rPr>
      <w:t>.becker@leipziger-messe.de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87638" w14:textId="77777777" w:rsidR="009A7069" w:rsidRDefault="009A7069" w:rsidP="004E63E2">
      <w:pPr>
        <w:spacing w:after="0" w:line="240" w:lineRule="auto"/>
      </w:pPr>
      <w:r>
        <w:separator/>
      </w:r>
    </w:p>
  </w:footnote>
  <w:footnote w:type="continuationSeparator" w:id="0">
    <w:p w14:paraId="1BD36D55" w14:textId="77777777" w:rsidR="009A7069" w:rsidRDefault="009A7069" w:rsidP="004E6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4B3A7" w14:textId="30A6C94B" w:rsidR="00FA4F7C" w:rsidRDefault="00FA4F7C" w:rsidP="00FA4F7C">
    <w:pPr>
      <w:pStyle w:val="Kopfzeile"/>
      <w:jc w:val="right"/>
    </w:pPr>
    <w:r>
      <w:rPr>
        <w:noProof/>
      </w:rPr>
      <w:drawing>
        <wp:inline distT="0" distB="0" distL="0" distR="0" wp14:anchorId="09851FAF" wp14:editId="4A5B3BFE">
          <wp:extent cx="1323833" cy="416616"/>
          <wp:effectExtent l="0" t="0" r="0" b="254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World.friends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0003" cy="431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4D5"/>
    <w:rsid w:val="00021F2E"/>
    <w:rsid w:val="00051636"/>
    <w:rsid w:val="00071DFB"/>
    <w:rsid w:val="00097C52"/>
    <w:rsid w:val="000D7BA8"/>
    <w:rsid w:val="000E7210"/>
    <w:rsid w:val="000F7F63"/>
    <w:rsid w:val="00101029"/>
    <w:rsid w:val="001204F1"/>
    <w:rsid w:val="00157999"/>
    <w:rsid w:val="00166461"/>
    <w:rsid w:val="00182113"/>
    <w:rsid w:val="00184605"/>
    <w:rsid w:val="0019432A"/>
    <w:rsid w:val="0020796E"/>
    <w:rsid w:val="00214A6C"/>
    <w:rsid w:val="00281468"/>
    <w:rsid w:val="00285448"/>
    <w:rsid w:val="002F5DC4"/>
    <w:rsid w:val="002F6642"/>
    <w:rsid w:val="0032172A"/>
    <w:rsid w:val="00333D3F"/>
    <w:rsid w:val="00360445"/>
    <w:rsid w:val="00363744"/>
    <w:rsid w:val="00386589"/>
    <w:rsid w:val="0039613B"/>
    <w:rsid w:val="003A7F40"/>
    <w:rsid w:val="003E248A"/>
    <w:rsid w:val="00455DD2"/>
    <w:rsid w:val="0046681F"/>
    <w:rsid w:val="004B78A0"/>
    <w:rsid w:val="004E63E2"/>
    <w:rsid w:val="004E6787"/>
    <w:rsid w:val="00577ABC"/>
    <w:rsid w:val="005B6425"/>
    <w:rsid w:val="005F4CCA"/>
    <w:rsid w:val="006123D0"/>
    <w:rsid w:val="006569D8"/>
    <w:rsid w:val="006773C6"/>
    <w:rsid w:val="00684D59"/>
    <w:rsid w:val="006E2F62"/>
    <w:rsid w:val="00701985"/>
    <w:rsid w:val="0076094C"/>
    <w:rsid w:val="007A6F79"/>
    <w:rsid w:val="007B1837"/>
    <w:rsid w:val="007B1CEE"/>
    <w:rsid w:val="007E63FA"/>
    <w:rsid w:val="00813312"/>
    <w:rsid w:val="00873639"/>
    <w:rsid w:val="008E12F6"/>
    <w:rsid w:val="008E4EB4"/>
    <w:rsid w:val="008F2547"/>
    <w:rsid w:val="00907128"/>
    <w:rsid w:val="00912E51"/>
    <w:rsid w:val="00961E65"/>
    <w:rsid w:val="00997321"/>
    <w:rsid w:val="009A7069"/>
    <w:rsid w:val="009F25A3"/>
    <w:rsid w:val="00A34677"/>
    <w:rsid w:val="00A70167"/>
    <w:rsid w:val="00A77453"/>
    <w:rsid w:val="00AB76A6"/>
    <w:rsid w:val="00AE3FE1"/>
    <w:rsid w:val="00AF7670"/>
    <w:rsid w:val="00B04A01"/>
    <w:rsid w:val="00B05C10"/>
    <w:rsid w:val="00B47F04"/>
    <w:rsid w:val="00BC4A6E"/>
    <w:rsid w:val="00BE44BF"/>
    <w:rsid w:val="00BF45CD"/>
    <w:rsid w:val="00C06606"/>
    <w:rsid w:val="00C06CC6"/>
    <w:rsid w:val="00C13552"/>
    <w:rsid w:val="00C25CE3"/>
    <w:rsid w:val="00D87E62"/>
    <w:rsid w:val="00D9723A"/>
    <w:rsid w:val="00DA29A2"/>
    <w:rsid w:val="00DE085E"/>
    <w:rsid w:val="00E70A6D"/>
    <w:rsid w:val="00FA0D8B"/>
    <w:rsid w:val="00FA0E5D"/>
    <w:rsid w:val="00FA4F7C"/>
    <w:rsid w:val="00FA5505"/>
    <w:rsid w:val="00FC0C19"/>
    <w:rsid w:val="00FE7A21"/>
    <w:rsid w:val="00FF24D5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9874BC"/>
  <w15:chartTrackingRefBased/>
  <w15:docId w15:val="{83E1240B-FBD0-4138-B2DE-EA0F888C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F24D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4D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E6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63E2"/>
  </w:style>
  <w:style w:type="paragraph" w:styleId="Fuzeile">
    <w:name w:val="footer"/>
    <w:basedOn w:val="Standard"/>
    <w:link w:val="FuzeileZchn"/>
    <w:uiPriority w:val="99"/>
    <w:unhideWhenUsed/>
    <w:rsid w:val="004E6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63E2"/>
  </w:style>
  <w:style w:type="character" w:styleId="Fett">
    <w:name w:val="Strong"/>
    <w:basedOn w:val="Absatz-Standardschriftart"/>
    <w:uiPriority w:val="22"/>
    <w:qFormat/>
    <w:rsid w:val="00182113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7F0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7F0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7F0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7F0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7F0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F04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39613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01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8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t-world.com/de/teilnahme-planung/fuer-journalisten/news/news" TargetMode="External"/><Relationship Id="rId13" Type="http://schemas.openxmlformats.org/officeDocument/2006/relationships/hyperlink" Target="https://www.linkedin.com/company/otworl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t-world.com" TargetMode="External"/><Relationship Id="rId12" Type="http://schemas.openxmlformats.org/officeDocument/2006/relationships/hyperlink" Target="https://www.instagram.com/otworld_leipzi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otworld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otworld_leipzi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t-world.com/besucherinf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139BC-4B72-4DC3-B348-95D271B3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F6E9A669.dotm</Template>
  <TotalTime>0</TotalTime>
  <Pages>1</Pages>
  <Words>445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Leipziger Messe GmbH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Wege</dc:creator>
  <cp:keywords/>
  <dc:description/>
  <cp:lastModifiedBy>Louisa Hoffmann</cp:lastModifiedBy>
  <cp:revision>10</cp:revision>
  <dcterms:created xsi:type="dcterms:W3CDTF">2024-01-29T14:26:00Z</dcterms:created>
  <dcterms:modified xsi:type="dcterms:W3CDTF">2024-02-14T08:42:00Z</dcterms:modified>
</cp:coreProperties>
</file>